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613661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7E5396" w:rsidRPr="007E5396">
        <w:rPr>
          <w:b/>
          <w:i w:val="0"/>
        </w:rPr>
        <w:t>2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7E5396" w:rsidRPr="007E5396">
        <w:rPr>
          <w:b/>
          <w:sz w:val="24"/>
        </w:rPr>
        <w:t>BP.271.40.2019.BS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7E5396" w:rsidRPr="007E5396">
        <w:rPr>
          <w:b/>
        </w:rPr>
        <w:t>przetarg nieograniczony</w:t>
      </w:r>
      <w:r w:rsidR="00753DC1">
        <w:t xml:space="preserve"> na:</w:t>
      </w:r>
    </w:p>
    <w:p w:rsidR="0000184A" w:rsidRDefault="007E5396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7E5396">
        <w:rPr>
          <w:b/>
          <w:sz w:val="24"/>
          <w:szCs w:val="24"/>
        </w:rPr>
        <w:t>Budowa dróg gminnych w Nochowie - etap II - ul. Słoneczna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7E5396" w:rsidRPr="007E5396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7E5396" w:rsidRPr="007E5396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7E5396" w:rsidRPr="007E5396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7C6" w:rsidRDefault="002947C6">
      <w:r>
        <w:separator/>
      </w:r>
    </w:p>
  </w:endnote>
  <w:endnote w:type="continuationSeparator" w:id="0">
    <w:p w:rsidR="002947C6" w:rsidRDefault="00294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613661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85AC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85AC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396" w:rsidRDefault="007E53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7C6" w:rsidRDefault="002947C6">
      <w:r>
        <w:separator/>
      </w:r>
    </w:p>
  </w:footnote>
  <w:footnote w:type="continuationSeparator" w:id="0">
    <w:p w:rsidR="002947C6" w:rsidRDefault="002947C6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396" w:rsidRDefault="007E53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396" w:rsidRDefault="007E539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396" w:rsidRDefault="007E53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7C6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947C6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13661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7E5396"/>
    <w:rsid w:val="008032C1"/>
    <w:rsid w:val="008460DE"/>
    <w:rsid w:val="00882E9F"/>
    <w:rsid w:val="008843C0"/>
    <w:rsid w:val="00885ACC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B613D-B02C-484C-905C-9CFDEE27D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2019-10-30T09:20:00Z</dcterms:created>
  <dcterms:modified xsi:type="dcterms:W3CDTF">2019-10-30T09:20:00Z</dcterms:modified>
</cp:coreProperties>
</file>